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6C6327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B71A0" w:rsidRPr="008B71A0">
        <w:rPr>
          <w:rFonts w:eastAsia="Times New Roman" w:cs="Times New Roman"/>
          <w:b/>
          <w:lang w:eastAsia="cs-CZ"/>
        </w:rPr>
        <w:t>Údržba a opravy automobilů OŘ Plzeň 2025/2026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B71A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B71A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B71A0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5403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F5403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2025-04-28T10:46:00Z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